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A6" w:rsidRPr="00C575BC" w:rsidRDefault="00305FA6" w:rsidP="00C575BC">
      <w:pPr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Лист коррекции КТП  </w:t>
      </w:r>
      <w:r w:rsidRPr="00C575BC">
        <w:rPr>
          <w:rFonts w:ascii="Times New Roman" w:hAnsi="Times New Roman"/>
          <w:sz w:val="24"/>
          <w:szCs w:val="24"/>
        </w:rPr>
        <w:t>по  родному ( татарскому) языку</w:t>
      </w:r>
      <w:r>
        <w:rPr>
          <w:rFonts w:ascii="Times New Roman" w:hAnsi="Times New Roman"/>
          <w:sz w:val="24"/>
          <w:szCs w:val="24"/>
        </w:rPr>
        <w:t xml:space="preserve"> (с 25.05.20 по 30.05.20)</w:t>
      </w:r>
    </w:p>
    <w:p w:rsidR="00305FA6" w:rsidRPr="00017189" w:rsidRDefault="00305FA6" w:rsidP="00C575BC">
      <w:pPr>
        <w:spacing w:after="0"/>
        <w:rPr>
          <w:rFonts w:ascii="Times New Roman" w:hAnsi="Times New Roman"/>
          <w:sz w:val="24"/>
          <w:szCs w:val="24"/>
        </w:rPr>
      </w:pPr>
      <w:r w:rsidRPr="000171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Ишмухамметова  Г.К.</w:t>
      </w:r>
    </w:p>
    <w:p w:rsidR="00305FA6" w:rsidRPr="00017189" w:rsidRDefault="00305FA6" w:rsidP="00C575BC">
      <w:pPr>
        <w:spacing w:after="0"/>
        <w:rPr>
          <w:rFonts w:ascii="Times New Roman" w:hAnsi="Times New Roman"/>
          <w:sz w:val="24"/>
          <w:szCs w:val="24"/>
        </w:rPr>
      </w:pPr>
      <w:r w:rsidRPr="000171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2"/>
        <w:gridCol w:w="1386"/>
        <w:gridCol w:w="4255"/>
        <w:gridCol w:w="2397"/>
        <w:gridCol w:w="2565"/>
        <w:gridCol w:w="1758"/>
        <w:gridCol w:w="2384"/>
      </w:tblGrid>
      <w:tr w:rsidR="00305FA6" w:rsidRPr="00017189" w:rsidTr="006F7354">
        <w:tc>
          <w:tcPr>
            <w:tcW w:w="15877" w:type="dxa"/>
            <w:gridSpan w:val="7"/>
          </w:tcPr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почта для связи </w:t>
            </w:r>
            <w:r w:rsidRPr="00017189">
              <w:rPr>
                <w:rFonts w:ascii="Times New Roman" w:hAnsi="Times New Roman"/>
                <w:sz w:val="24"/>
                <w:szCs w:val="24"/>
                <w:lang w:val="en-US"/>
              </w:rPr>
              <w:t>guliaishmi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>@</w:t>
            </w:r>
            <w:r w:rsidRPr="0001718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>.</w:t>
            </w:r>
            <w:r w:rsidRPr="0001718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FA6" w:rsidRPr="00017189" w:rsidTr="00512D15">
        <w:tc>
          <w:tcPr>
            <w:tcW w:w="1132" w:type="dxa"/>
          </w:tcPr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6" w:type="dxa"/>
          </w:tcPr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255" w:type="dxa"/>
          </w:tcPr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397" w:type="dxa"/>
          </w:tcPr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65" w:type="dxa"/>
          </w:tcPr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758" w:type="dxa"/>
          </w:tcPr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84" w:type="dxa"/>
          </w:tcPr>
          <w:p w:rsidR="00305FA6" w:rsidRPr="00017189" w:rsidRDefault="00305FA6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305FA6" w:rsidRPr="00017189" w:rsidTr="00512D15">
        <w:tc>
          <w:tcPr>
            <w:tcW w:w="1132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 класс</w:t>
            </w:r>
          </w:p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255" w:type="dxa"/>
          </w:tcPr>
          <w:p w:rsidR="00305FA6" w:rsidRPr="00017189" w:rsidRDefault="00305FA6" w:rsidP="00CE5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Еллык материалны гомумиләштереп кабатлау/</w:t>
            </w:r>
            <w:r>
              <w:t xml:space="preserve"> </w:t>
            </w:r>
            <w:r w:rsidRPr="00821550">
              <w:rPr>
                <w:rFonts w:ascii="Times New Roman" w:hAnsi="Times New Roman"/>
                <w:sz w:val="24"/>
                <w:szCs w:val="24"/>
                <w:lang w:val="tt-RU"/>
              </w:rPr>
              <w:t>Обобщение годового материала</w:t>
            </w:r>
          </w:p>
        </w:tc>
        <w:tc>
          <w:tcPr>
            <w:tcW w:w="2397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384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305FA6" w:rsidRPr="00017189" w:rsidTr="00512D15">
        <w:tc>
          <w:tcPr>
            <w:tcW w:w="1132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86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255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Гомумиләштерү дәресе./</w:t>
            </w:r>
            <w:r>
              <w:t xml:space="preserve"> </w:t>
            </w:r>
            <w:r w:rsidRPr="00821550">
              <w:rPr>
                <w:rFonts w:ascii="Times New Roman" w:hAnsi="Times New Roman"/>
                <w:sz w:val="24"/>
                <w:szCs w:val="24"/>
                <w:lang w:val="tt-RU"/>
              </w:rPr>
              <w:t>Обобщающий урок.</w:t>
            </w:r>
          </w:p>
        </w:tc>
        <w:tc>
          <w:tcPr>
            <w:tcW w:w="2397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384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305FA6" w:rsidRPr="00017189" w:rsidTr="00512D15">
        <w:tc>
          <w:tcPr>
            <w:tcW w:w="1132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1718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 класс</w:t>
            </w:r>
          </w:p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  <w:r w:rsidRPr="00017189">
              <w:rPr>
                <w:rFonts w:ascii="Times New Roman" w:hAnsi="Times New Roman"/>
                <w:sz w:val="24"/>
                <w:szCs w:val="24"/>
                <w:lang w:val="tt-RU"/>
              </w:rPr>
              <w:t>.05</w:t>
            </w:r>
          </w:p>
          <w:p w:rsidR="00305FA6" w:rsidRPr="00017189" w:rsidRDefault="00305FA6" w:rsidP="00B11537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255" w:type="dxa"/>
          </w:tcPr>
          <w:p w:rsidR="00305FA6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bookmarkStart w:id="0" w:name="_GoBack"/>
            <w:bookmarkEnd w:id="0"/>
            <w:r w:rsidRPr="00017955">
              <w:rPr>
                <w:rFonts w:ascii="Times New Roman" w:hAnsi="Times New Roman"/>
                <w:sz w:val="24"/>
                <w:szCs w:val="24"/>
                <w:lang w:val="tt-RU"/>
              </w:rPr>
              <w:t>Обобщение прошлого.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/Үткәнәрне гомумиләштереп кабатлау</w:t>
            </w:r>
          </w:p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Еллык материалны  гомумиләштереп кабатлау</w:t>
            </w:r>
          </w:p>
        </w:tc>
        <w:tc>
          <w:tcPr>
            <w:tcW w:w="2397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01718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384" w:type="dxa"/>
          </w:tcPr>
          <w:p w:rsidR="00305FA6" w:rsidRPr="00017189" w:rsidRDefault="00305FA6" w:rsidP="00B1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8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305FA6" w:rsidRPr="00017189" w:rsidRDefault="00305FA6">
      <w:pPr>
        <w:rPr>
          <w:rFonts w:ascii="Times New Roman" w:hAnsi="Times New Roman"/>
          <w:sz w:val="24"/>
          <w:szCs w:val="24"/>
        </w:rPr>
      </w:pPr>
    </w:p>
    <w:sectPr w:rsidR="00305FA6" w:rsidRPr="00017189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2728"/>
    <w:multiLevelType w:val="hybridMultilevel"/>
    <w:tmpl w:val="70503276"/>
    <w:lvl w:ilvl="0" w:tplc="80FE33E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E794E34"/>
    <w:multiLevelType w:val="hybridMultilevel"/>
    <w:tmpl w:val="7CDEF074"/>
    <w:lvl w:ilvl="0" w:tplc="B172063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1C6"/>
    <w:rsid w:val="000029FD"/>
    <w:rsid w:val="000068DA"/>
    <w:rsid w:val="0001087B"/>
    <w:rsid w:val="000144D9"/>
    <w:rsid w:val="00017189"/>
    <w:rsid w:val="00017955"/>
    <w:rsid w:val="00027121"/>
    <w:rsid w:val="00041D79"/>
    <w:rsid w:val="0005776C"/>
    <w:rsid w:val="00060A92"/>
    <w:rsid w:val="00063738"/>
    <w:rsid w:val="000A6117"/>
    <w:rsid w:val="000B45C0"/>
    <w:rsid w:val="000C24CB"/>
    <w:rsid w:val="000C64AD"/>
    <w:rsid w:val="000F5A22"/>
    <w:rsid w:val="001002A1"/>
    <w:rsid w:val="001133D1"/>
    <w:rsid w:val="00113673"/>
    <w:rsid w:val="0012292E"/>
    <w:rsid w:val="00125F08"/>
    <w:rsid w:val="00126AC8"/>
    <w:rsid w:val="001272CA"/>
    <w:rsid w:val="001400AB"/>
    <w:rsid w:val="0014410A"/>
    <w:rsid w:val="00164BB1"/>
    <w:rsid w:val="0016698F"/>
    <w:rsid w:val="00195997"/>
    <w:rsid w:val="001B129D"/>
    <w:rsid w:val="001B4BE2"/>
    <w:rsid w:val="001B609B"/>
    <w:rsid w:val="001C2FC5"/>
    <w:rsid w:val="001D40B5"/>
    <w:rsid w:val="001D68CA"/>
    <w:rsid w:val="001E71C2"/>
    <w:rsid w:val="00202A2A"/>
    <w:rsid w:val="002044A3"/>
    <w:rsid w:val="00206B6F"/>
    <w:rsid w:val="002512E8"/>
    <w:rsid w:val="002530C8"/>
    <w:rsid w:val="00254CF9"/>
    <w:rsid w:val="00273249"/>
    <w:rsid w:val="002B0F99"/>
    <w:rsid w:val="002B1520"/>
    <w:rsid w:val="002D3EF4"/>
    <w:rsid w:val="002F32B4"/>
    <w:rsid w:val="00302AD8"/>
    <w:rsid w:val="00305FA6"/>
    <w:rsid w:val="003106CD"/>
    <w:rsid w:val="00343B2E"/>
    <w:rsid w:val="00351CFC"/>
    <w:rsid w:val="00395362"/>
    <w:rsid w:val="003B48F7"/>
    <w:rsid w:val="003B5E94"/>
    <w:rsid w:val="003B749E"/>
    <w:rsid w:val="003C1FEE"/>
    <w:rsid w:val="003C449E"/>
    <w:rsid w:val="003C594D"/>
    <w:rsid w:val="003D2C48"/>
    <w:rsid w:val="003E0515"/>
    <w:rsid w:val="003E4DB1"/>
    <w:rsid w:val="004323D9"/>
    <w:rsid w:val="00436D55"/>
    <w:rsid w:val="0045380E"/>
    <w:rsid w:val="004629E4"/>
    <w:rsid w:val="00463B83"/>
    <w:rsid w:val="00477152"/>
    <w:rsid w:val="00486CEC"/>
    <w:rsid w:val="00497E70"/>
    <w:rsid w:val="004B09C3"/>
    <w:rsid w:val="004B0E7B"/>
    <w:rsid w:val="004B2B09"/>
    <w:rsid w:val="004C3A9A"/>
    <w:rsid w:val="004E5E7B"/>
    <w:rsid w:val="004F314E"/>
    <w:rsid w:val="00503B6E"/>
    <w:rsid w:val="00512D15"/>
    <w:rsid w:val="00513B3B"/>
    <w:rsid w:val="00513CDC"/>
    <w:rsid w:val="0052152B"/>
    <w:rsid w:val="00523966"/>
    <w:rsid w:val="00533461"/>
    <w:rsid w:val="00533EE7"/>
    <w:rsid w:val="00547D4A"/>
    <w:rsid w:val="00557F29"/>
    <w:rsid w:val="005A310A"/>
    <w:rsid w:val="005B3C35"/>
    <w:rsid w:val="005C225D"/>
    <w:rsid w:val="005C298C"/>
    <w:rsid w:val="005D02AA"/>
    <w:rsid w:val="005D369C"/>
    <w:rsid w:val="005D5F83"/>
    <w:rsid w:val="005F2206"/>
    <w:rsid w:val="006303D7"/>
    <w:rsid w:val="0063089A"/>
    <w:rsid w:val="00634EA0"/>
    <w:rsid w:val="00684758"/>
    <w:rsid w:val="006B2DA1"/>
    <w:rsid w:val="006C3ECF"/>
    <w:rsid w:val="006D21F5"/>
    <w:rsid w:val="006E5B49"/>
    <w:rsid w:val="006F7354"/>
    <w:rsid w:val="00715E5A"/>
    <w:rsid w:val="00717BBA"/>
    <w:rsid w:val="00721EF2"/>
    <w:rsid w:val="00764338"/>
    <w:rsid w:val="00764888"/>
    <w:rsid w:val="00773A2F"/>
    <w:rsid w:val="00777436"/>
    <w:rsid w:val="007A669C"/>
    <w:rsid w:val="007B2CBD"/>
    <w:rsid w:val="007C0AC9"/>
    <w:rsid w:val="007E1C49"/>
    <w:rsid w:val="00812982"/>
    <w:rsid w:val="00813629"/>
    <w:rsid w:val="0081460B"/>
    <w:rsid w:val="00821550"/>
    <w:rsid w:val="00826880"/>
    <w:rsid w:val="00832EAC"/>
    <w:rsid w:val="008358C6"/>
    <w:rsid w:val="00843A51"/>
    <w:rsid w:val="008532FD"/>
    <w:rsid w:val="0085715B"/>
    <w:rsid w:val="00870677"/>
    <w:rsid w:val="008856FE"/>
    <w:rsid w:val="008A1761"/>
    <w:rsid w:val="008C4F9D"/>
    <w:rsid w:val="008C691D"/>
    <w:rsid w:val="008D3CFD"/>
    <w:rsid w:val="008E7833"/>
    <w:rsid w:val="008F489A"/>
    <w:rsid w:val="008F4D10"/>
    <w:rsid w:val="009042C3"/>
    <w:rsid w:val="00915040"/>
    <w:rsid w:val="009167AF"/>
    <w:rsid w:val="00921911"/>
    <w:rsid w:val="009319A0"/>
    <w:rsid w:val="0093264A"/>
    <w:rsid w:val="009412FF"/>
    <w:rsid w:val="009429BB"/>
    <w:rsid w:val="00954B3F"/>
    <w:rsid w:val="00962A6C"/>
    <w:rsid w:val="00975508"/>
    <w:rsid w:val="00994011"/>
    <w:rsid w:val="009A014B"/>
    <w:rsid w:val="009A3AC4"/>
    <w:rsid w:val="009A59DD"/>
    <w:rsid w:val="009B5EE3"/>
    <w:rsid w:val="009B5FCE"/>
    <w:rsid w:val="009D465D"/>
    <w:rsid w:val="009F657D"/>
    <w:rsid w:val="00A0030F"/>
    <w:rsid w:val="00A24FF2"/>
    <w:rsid w:val="00A41599"/>
    <w:rsid w:val="00A439AC"/>
    <w:rsid w:val="00A56EA9"/>
    <w:rsid w:val="00A602BC"/>
    <w:rsid w:val="00A90EB3"/>
    <w:rsid w:val="00A93A8E"/>
    <w:rsid w:val="00A93FF1"/>
    <w:rsid w:val="00A9658A"/>
    <w:rsid w:val="00AA174A"/>
    <w:rsid w:val="00AA39B2"/>
    <w:rsid w:val="00AC0236"/>
    <w:rsid w:val="00AD5834"/>
    <w:rsid w:val="00B11510"/>
    <w:rsid w:val="00B11537"/>
    <w:rsid w:val="00B143F4"/>
    <w:rsid w:val="00B244E7"/>
    <w:rsid w:val="00B25C42"/>
    <w:rsid w:val="00B322E8"/>
    <w:rsid w:val="00B34F10"/>
    <w:rsid w:val="00B36402"/>
    <w:rsid w:val="00B424E0"/>
    <w:rsid w:val="00B53393"/>
    <w:rsid w:val="00B83102"/>
    <w:rsid w:val="00B84AD7"/>
    <w:rsid w:val="00BA7E47"/>
    <w:rsid w:val="00BB074E"/>
    <w:rsid w:val="00BC55E9"/>
    <w:rsid w:val="00BC713C"/>
    <w:rsid w:val="00BD0C03"/>
    <w:rsid w:val="00BD4093"/>
    <w:rsid w:val="00BE31C6"/>
    <w:rsid w:val="00C04C33"/>
    <w:rsid w:val="00C132E3"/>
    <w:rsid w:val="00C201EC"/>
    <w:rsid w:val="00C525D8"/>
    <w:rsid w:val="00C575BC"/>
    <w:rsid w:val="00C57AFF"/>
    <w:rsid w:val="00C73155"/>
    <w:rsid w:val="00C866B0"/>
    <w:rsid w:val="00CA5079"/>
    <w:rsid w:val="00CA742A"/>
    <w:rsid w:val="00CC61FD"/>
    <w:rsid w:val="00CD788A"/>
    <w:rsid w:val="00CE5028"/>
    <w:rsid w:val="00CF6123"/>
    <w:rsid w:val="00D06395"/>
    <w:rsid w:val="00D11AAF"/>
    <w:rsid w:val="00D11B2C"/>
    <w:rsid w:val="00D16FE9"/>
    <w:rsid w:val="00D21BFB"/>
    <w:rsid w:val="00D33BC7"/>
    <w:rsid w:val="00D550E1"/>
    <w:rsid w:val="00D62CF9"/>
    <w:rsid w:val="00D660B8"/>
    <w:rsid w:val="00D669C9"/>
    <w:rsid w:val="00D72950"/>
    <w:rsid w:val="00D948D5"/>
    <w:rsid w:val="00DA4058"/>
    <w:rsid w:val="00DB1B73"/>
    <w:rsid w:val="00DC2D04"/>
    <w:rsid w:val="00DC7D7B"/>
    <w:rsid w:val="00DD44FB"/>
    <w:rsid w:val="00E11325"/>
    <w:rsid w:val="00E3585E"/>
    <w:rsid w:val="00E5664F"/>
    <w:rsid w:val="00E62B5A"/>
    <w:rsid w:val="00E670F0"/>
    <w:rsid w:val="00E840FD"/>
    <w:rsid w:val="00E9124D"/>
    <w:rsid w:val="00E93BCD"/>
    <w:rsid w:val="00EC093E"/>
    <w:rsid w:val="00EC10DC"/>
    <w:rsid w:val="00EC71FF"/>
    <w:rsid w:val="00EE014C"/>
    <w:rsid w:val="00EF6A34"/>
    <w:rsid w:val="00EF6DEB"/>
    <w:rsid w:val="00F16015"/>
    <w:rsid w:val="00F210C9"/>
    <w:rsid w:val="00F35499"/>
    <w:rsid w:val="00F507A4"/>
    <w:rsid w:val="00F529FD"/>
    <w:rsid w:val="00F53957"/>
    <w:rsid w:val="00F60CC0"/>
    <w:rsid w:val="00F70479"/>
    <w:rsid w:val="00F82237"/>
    <w:rsid w:val="00FA3AB0"/>
    <w:rsid w:val="00FB1F32"/>
    <w:rsid w:val="00FC0DCB"/>
    <w:rsid w:val="00FC7D44"/>
    <w:rsid w:val="00FD6162"/>
    <w:rsid w:val="00FD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2B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24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link w:val="a"/>
    <w:uiPriority w:val="99"/>
    <w:rsid w:val="002B1520"/>
    <w:rPr>
      <w:rFonts w:eastAsia="Times New Roman"/>
      <w:lang w:eastAsia="en-US"/>
    </w:rPr>
  </w:style>
  <w:style w:type="character" w:customStyle="1" w:styleId="a">
    <w:name w:val="Без интервала Знак"/>
    <w:link w:val="1"/>
    <w:uiPriority w:val="99"/>
    <w:locked/>
    <w:rsid w:val="002B1520"/>
    <w:rPr>
      <w:rFonts w:eastAsia="Times New Roman"/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B11537"/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F53957"/>
    <w:rPr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328</TotalTime>
  <Pages>1</Pages>
  <Words>204</Words>
  <Characters>1169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212</cp:revision>
  <dcterms:created xsi:type="dcterms:W3CDTF">2020-03-27T05:47:00Z</dcterms:created>
  <dcterms:modified xsi:type="dcterms:W3CDTF">2020-05-22T08:51:00Z</dcterms:modified>
</cp:coreProperties>
</file>